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EA8956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E671E">
        <w:rPr>
          <w:b/>
          <w:color w:val="FF5200" w:themeColor="accent2"/>
          <w:sz w:val="36"/>
          <w:szCs w:val="36"/>
        </w:rPr>
        <w:t>„</w:t>
      </w:r>
      <w:r w:rsidR="0018406C" w:rsidRPr="0018406C">
        <w:rPr>
          <w:b/>
          <w:color w:val="FF5200" w:themeColor="accent2"/>
          <w:sz w:val="36"/>
          <w:szCs w:val="36"/>
        </w:rPr>
        <w:t>Náhrada přípravků na bázi glyfosátu na železniční dopravní cestě</w:t>
      </w:r>
      <w:r w:rsidR="0031280B" w:rsidRPr="009E671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E671E">
        <w:rPr>
          <w:b/>
          <w:color w:val="FF5200" w:themeColor="accent2"/>
          <w:sz w:val="36"/>
          <w:szCs w:val="36"/>
        </w:rPr>
        <w:t xml:space="preserve">č.j. </w:t>
      </w:r>
      <w:r w:rsidR="0018406C">
        <w:rPr>
          <w:b/>
          <w:color w:val="FF5200" w:themeColor="accent2"/>
          <w:sz w:val="36"/>
          <w:szCs w:val="36"/>
        </w:rPr>
        <w:t>151954</w:t>
      </w:r>
      <w:r w:rsidR="009E671E" w:rsidRPr="009E671E">
        <w:rPr>
          <w:b/>
          <w:color w:val="FF5200" w:themeColor="accent2"/>
          <w:sz w:val="36"/>
          <w:szCs w:val="36"/>
        </w:rPr>
        <w:t>/202</w:t>
      </w:r>
      <w:r w:rsidR="00852A2C">
        <w:rPr>
          <w:b/>
          <w:color w:val="FF5200" w:themeColor="accent2"/>
          <w:sz w:val="36"/>
          <w:szCs w:val="36"/>
        </w:rPr>
        <w:t>1</w:t>
      </w:r>
      <w:r w:rsidR="009E671E" w:rsidRPr="009E671E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D157FCF" w14:textId="77777777" w:rsidR="00D9213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D5137E" w14:textId="24DC3E1B" w:rsidR="00D92132" w:rsidRDefault="00D921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1" w:history="1">
            <w:r w:rsidRPr="00136D4A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36D4A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_Toc83397281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9CD2C" w14:textId="67E912A9" w:rsidR="00D92132" w:rsidRDefault="00D921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2" w:history="1">
            <w:r w:rsidRPr="00136D4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36D4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_Toc83397282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0E954" w14:textId="40A86DC8" w:rsidR="00D92132" w:rsidRDefault="00D921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3" w:history="1">
            <w:r w:rsidRPr="00136D4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36D4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_Toc83397283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3F4EA" w14:textId="2E676BF0" w:rsidR="00D92132" w:rsidRDefault="00D921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4" w:history="1">
            <w:r w:rsidRPr="00136D4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36D4A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_Toc83397284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76DBA" w14:textId="50C5ED2D" w:rsidR="00D92132" w:rsidRDefault="00D921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5" w:history="1">
            <w:r w:rsidRPr="00136D4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36D4A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_Toc83397285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339728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D0C812F" w:rsidR="00A93A74" w:rsidRDefault="00A93A74" w:rsidP="008B1A2C">
      <w:r>
        <w:t xml:space="preserve">Účastník prohlašuje, že veškeré údaje </w:t>
      </w:r>
      <w:r w:rsidRPr="009E671E">
        <w:t xml:space="preserve">uvedené v tomto krycím listu, který je přílohou č. </w:t>
      </w:r>
      <w:r w:rsidR="00B87D91" w:rsidRPr="009E671E">
        <w:t xml:space="preserve">1 </w:t>
      </w:r>
      <w:r w:rsidRPr="009E671E">
        <w:t>Výzvy k podání nabíd</w:t>
      </w:r>
      <w:r w:rsidR="004C76E9" w:rsidRPr="009E671E">
        <w:t>ky</w:t>
      </w:r>
      <w:r w:rsidRPr="009E671E">
        <w:t xml:space="preserve"> na veřejnou zakázku zadávanou</w:t>
      </w:r>
      <w:r w:rsidR="004C76E9" w:rsidRPr="009E671E">
        <w:t xml:space="preserve"> jako </w:t>
      </w:r>
      <w:r w:rsidR="000128D4" w:rsidRPr="009E671E">
        <w:rPr>
          <w:rFonts w:eastAsia="Times New Roman" w:cs="Times New Roman"/>
          <w:lang w:eastAsia="cs-CZ"/>
        </w:rPr>
        <w:t>podlimitní sektorovou veřejnou zakázku</w:t>
      </w:r>
      <w:r w:rsidRPr="009E671E">
        <w:t xml:space="preserve"> jsou pravdivé</w:t>
      </w:r>
      <w:r w:rsidR="009771C9" w:rsidRPr="009E671E">
        <w:t>, úplné a odpovídají skutečnosti</w:t>
      </w:r>
      <w:r w:rsidRPr="009E671E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B1C883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8968F1">
        <w:t xml:space="preserve">   </w:t>
      </w:r>
      <w:r w:rsidR="008968F1" w:rsidRPr="008968F1">
        <w:rPr>
          <w:highlight w:val="green"/>
        </w:rPr>
        <w:t>………………….,-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860B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860B2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3397282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4F41F815" w:rsidR="0031280B" w:rsidRDefault="0031280B">
      <w:pPr>
        <w:rPr>
          <w:lang w:eastAsia="cs-CZ"/>
        </w:rPr>
      </w:pPr>
    </w:p>
    <w:p w14:paraId="20E02FF0" w14:textId="24127A4F" w:rsidR="000127E6" w:rsidRDefault="000127E6">
      <w:pPr>
        <w:rPr>
          <w:lang w:eastAsia="cs-CZ"/>
        </w:rPr>
      </w:pPr>
    </w:p>
    <w:p w14:paraId="3D7AEA66" w14:textId="7259AE99" w:rsidR="000127E6" w:rsidRDefault="000127E6">
      <w:pPr>
        <w:rPr>
          <w:lang w:eastAsia="cs-CZ"/>
        </w:rPr>
      </w:pPr>
    </w:p>
    <w:p w14:paraId="758C2461" w14:textId="72F53604" w:rsidR="00D92132" w:rsidRDefault="00D92132">
      <w:pPr>
        <w:rPr>
          <w:lang w:eastAsia="cs-CZ"/>
        </w:rPr>
      </w:pPr>
    </w:p>
    <w:p w14:paraId="44262632" w14:textId="77777777" w:rsidR="00D92132" w:rsidRDefault="00D92132">
      <w:pPr>
        <w:rPr>
          <w:lang w:eastAsia="cs-CZ"/>
        </w:rPr>
      </w:pPr>
    </w:p>
    <w:p w14:paraId="077D305F" w14:textId="77777777" w:rsidR="000127E6" w:rsidRDefault="000127E6">
      <w:pPr>
        <w:rPr>
          <w:lang w:eastAsia="cs-CZ"/>
        </w:rPr>
      </w:pPr>
    </w:p>
    <w:p w14:paraId="7F8C7375" w14:textId="77777777" w:rsidR="0031280B" w:rsidRPr="006E5C6C" w:rsidRDefault="0031280B" w:rsidP="00D92132">
      <w:pPr>
        <w:pStyle w:val="Nadpis2"/>
        <w:numPr>
          <w:ilvl w:val="0"/>
          <w:numId w:val="34"/>
        </w:numPr>
      </w:pPr>
      <w:bookmarkStart w:id="2" w:name="_Toc83397283"/>
      <w:r w:rsidRPr="006E5C6C"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382EC46" w:rsidR="0031280B" w:rsidRDefault="0031280B" w:rsidP="0031280B"/>
    <w:p w14:paraId="00AF409B" w14:textId="77777777" w:rsidR="00D92132" w:rsidRDefault="00D92132" w:rsidP="0031280B"/>
    <w:p w14:paraId="54296F76" w14:textId="77777777" w:rsidR="00D92132" w:rsidRPr="00E85D44" w:rsidRDefault="00D92132" w:rsidP="00D92132">
      <w:pPr>
        <w:pStyle w:val="Nadpis2"/>
        <w:numPr>
          <w:ilvl w:val="0"/>
          <w:numId w:val="34"/>
        </w:numPr>
      </w:pPr>
      <w:bookmarkStart w:id="3" w:name="_Toc61426284"/>
      <w:bookmarkStart w:id="4" w:name="_Toc83397284"/>
      <w:r w:rsidRPr="00E85D44">
        <w:t>Čestné prohlášení o splnění technické kvalifikace</w:t>
      </w:r>
      <w:bookmarkEnd w:id="3"/>
      <w:bookmarkEnd w:id="4"/>
    </w:p>
    <w:p w14:paraId="54A5ED9D" w14:textId="77777777" w:rsidR="00D92132" w:rsidRDefault="00D92132" w:rsidP="00D9213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C998183" w14:textId="062F35C2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</w:t>
      </w:r>
      <w:r w:rsidRPr="00461E12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461E12" w:rsidRPr="00461E12">
        <w:rPr>
          <w:rFonts w:eastAsia="Times New Roman" w:cs="Times New Roman"/>
          <w:lang w:eastAsia="cs-CZ"/>
        </w:rPr>
        <w:t>2</w:t>
      </w:r>
      <w:r w:rsidRPr="00461E12">
        <w:rPr>
          <w:rFonts w:eastAsia="Times New Roman" w:cs="Times New Roman"/>
          <w:lang w:eastAsia="cs-CZ"/>
        </w:rPr>
        <w:t xml:space="preserve"> významn</w:t>
      </w:r>
      <w:r w:rsidR="00461E12" w:rsidRPr="00461E12">
        <w:rPr>
          <w:rFonts w:eastAsia="Times New Roman" w:cs="Times New Roman"/>
          <w:lang w:eastAsia="cs-CZ"/>
        </w:rPr>
        <w:t>é</w:t>
      </w:r>
      <w:r w:rsidRPr="00461E12">
        <w:rPr>
          <w:rFonts w:eastAsia="Times New Roman" w:cs="Times New Roman"/>
          <w:lang w:eastAsia="cs-CZ"/>
        </w:rPr>
        <w:t xml:space="preserve"> služ</w:t>
      </w:r>
      <w:r w:rsidR="00461E12" w:rsidRPr="00461E12">
        <w:rPr>
          <w:rFonts w:eastAsia="Times New Roman" w:cs="Times New Roman"/>
          <w:lang w:eastAsia="cs-CZ"/>
        </w:rPr>
        <w:t>by</w:t>
      </w:r>
      <w:r w:rsidRPr="00461E12">
        <w:rPr>
          <w:rFonts w:eastAsia="Times New Roman" w:cs="Times New Roman"/>
          <w:lang w:eastAsia="cs-CZ"/>
        </w:rPr>
        <w:t xml:space="preserve"> definovaných v čl. </w:t>
      </w:r>
      <w:r w:rsidR="00461E12" w:rsidRPr="00461E12">
        <w:rPr>
          <w:rFonts w:eastAsia="Times New Roman" w:cs="Times New Roman"/>
          <w:lang w:eastAsia="cs-CZ"/>
        </w:rPr>
        <w:t xml:space="preserve">8.5.1 </w:t>
      </w:r>
      <w:r w:rsidRPr="00461E12">
        <w:rPr>
          <w:rFonts w:eastAsia="Times New Roman" w:cs="Times New Roman"/>
          <w:lang w:eastAsia="cs-CZ"/>
        </w:rPr>
        <w:t xml:space="preserve">Výzvy k podání nabídky v celkové hodnotě </w:t>
      </w:r>
      <w:r w:rsidR="00461E12" w:rsidRPr="00461E12">
        <w:rPr>
          <w:rFonts w:eastAsia="Times New Roman" w:cs="Times New Roman"/>
          <w:lang w:eastAsia="cs-CZ"/>
        </w:rPr>
        <w:t>minimálně 50</w:t>
      </w:r>
      <w:r w:rsidR="00461E12">
        <w:rPr>
          <w:rFonts w:eastAsia="Times New Roman" w:cs="Times New Roman"/>
          <w:lang w:eastAsia="cs-CZ"/>
        </w:rPr>
        <w:t> </w:t>
      </w:r>
      <w:r w:rsidR="00461E12" w:rsidRPr="00461E12">
        <w:rPr>
          <w:rFonts w:eastAsia="Times New Roman" w:cs="Times New Roman"/>
          <w:lang w:eastAsia="cs-CZ"/>
        </w:rPr>
        <w:t>000</w:t>
      </w:r>
      <w:r w:rsidR="00461E12">
        <w:rPr>
          <w:rFonts w:eastAsia="Times New Roman" w:cs="Times New Roman"/>
          <w:lang w:eastAsia="cs-CZ"/>
        </w:rPr>
        <w:t xml:space="preserve"> </w:t>
      </w:r>
      <w:r w:rsidR="00461E12" w:rsidRPr="00461E12">
        <w:rPr>
          <w:rFonts w:eastAsia="Times New Roman" w:cs="Times New Roman"/>
          <w:lang w:eastAsia="cs-CZ"/>
        </w:rPr>
        <w:t>-,</w:t>
      </w:r>
      <w:r w:rsidRPr="00461E12">
        <w:rPr>
          <w:rFonts w:eastAsia="Times New Roman" w:cs="Times New Roman"/>
          <w:lang w:eastAsia="cs-CZ"/>
        </w:rPr>
        <w:t>Kč</w:t>
      </w:r>
      <w:r>
        <w:rPr>
          <w:rFonts w:eastAsia="Times New Roman" w:cs="Times New Roman"/>
          <w:lang w:eastAsia="cs-CZ"/>
        </w:rPr>
        <w:t xml:space="preserve"> bez DPH.</w:t>
      </w:r>
    </w:p>
    <w:p w14:paraId="280A8ADB" w14:textId="77777777" w:rsidR="00D92132" w:rsidRDefault="00D92132" w:rsidP="00D9213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D92132" w14:paraId="7A4026E9" w14:textId="77777777" w:rsidTr="00C13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77DCE99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06B91A8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9BFBE35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BF0F1E8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57D5EBE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5A89CD5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09549E3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D92132" w14:paraId="2ADAC4DA" w14:textId="77777777" w:rsidTr="00C1383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A140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C2C8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C444C8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6321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92132" w14:paraId="13D711E6" w14:textId="77777777" w:rsidTr="00C138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BEAD33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F073461" w14:textId="77777777" w:rsidR="00D92132" w:rsidRDefault="00D92132" w:rsidP="00C1383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2711F36" w14:textId="77777777" w:rsidR="00D92132" w:rsidRDefault="00D92132" w:rsidP="00C1383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60BC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CD652F0" w14:textId="77777777" w:rsidR="00D92132" w:rsidRDefault="00D92132" w:rsidP="00D92132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AA9FBE3" w14:textId="77777777" w:rsidR="00D92132" w:rsidRDefault="00D92132" w:rsidP="00D92132">
      <w:pPr>
        <w:rPr>
          <w:rFonts w:eastAsia="Times New Roman" w:cs="Times New Roman"/>
          <w:lang w:eastAsia="cs-CZ"/>
        </w:rPr>
      </w:pPr>
    </w:p>
    <w:p w14:paraId="3ADEBACF" w14:textId="10132C3C" w:rsidR="00D92132" w:rsidRDefault="00D92132" w:rsidP="00D92132">
      <w:pPr>
        <w:rPr>
          <w:rFonts w:eastAsia="Times New Roman" w:cs="Times New Roman"/>
          <w:lang w:eastAsia="cs-CZ"/>
        </w:rPr>
      </w:pPr>
    </w:p>
    <w:p w14:paraId="4A94C3D3" w14:textId="22BA3CF4" w:rsidR="00D92132" w:rsidRDefault="00D92132" w:rsidP="00D92132">
      <w:pPr>
        <w:rPr>
          <w:rFonts w:eastAsia="Times New Roman" w:cs="Times New Roman"/>
          <w:lang w:eastAsia="cs-CZ"/>
        </w:rPr>
      </w:pPr>
    </w:p>
    <w:p w14:paraId="5DC11450" w14:textId="64D3BDF2" w:rsidR="00D92132" w:rsidRDefault="00D92132" w:rsidP="00D92132">
      <w:pPr>
        <w:rPr>
          <w:rFonts w:eastAsia="Times New Roman" w:cs="Times New Roman"/>
          <w:lang w:eastAsia="cs-CZ"/>
        </w:rPr>
      </w:pPr>
    </w:p>
    <w:p w14:paraId="2A2AD97D" w14:textId="43B4A7C4" w:rsidR="00D92132" w:rsidRDefault="00D92132" w:rsidP="00D92132">
      <w:pPr>
        <w:rPr>
          <w:rFonts w:eastAsia="Times New Roman" w:cs="Times New Roman"/>
          <w:lang w:eastAsia="cs-CZ"/>
        </w:rPr>
      </w:pPr>
    </w:p>
    <w:p w14:paraId="0494EE89" w14:textId="3CBDA903" w:rsidR="00D92132" w:rsidRDefault="00D92132" w:rsidP="00D92132">
      <w:pPr>
        <w:rPr>
          <w:rFonts w:eastAsia="Times New Roman" w:cs="Times New Roman"/>
          <w:lang w:eastAsia="cs-CZ"/>
        </w:rPr>
      </w:pPr>
    </w:p>
    <w:p w14:paraId="5309AB69" w14:textId="1997ACBC" w:rsidR="00D92132" w:rsidRDefault="00D92132" w:rsidP="00D92132">
      <w:pPr>
        <w:rPr>
          <w:rFonts w:eastAsia="Times New Roman" w:cs="Times New Roman"/>
          <w:lang w:eastAsia="cs-CZ"/>
        </w:rPr>
      </w:pPr>
    </w:p>
    <w:p w14:paraId="6ACA5AB9" w14:textId="2B3E4CB4" w:rsidR="00D92132" w:rsidRDefault="00D92132" w:rsidP="00D92132">
      <w:pPr>
        <w:rPr>
          <w:rFonts w:eastAsia="Times New Roman" w:cs="Times New Roman"/>
          <w:lang w:eastAsia="cs-CZ"/>
        </w:rPr>
      </w:pPr>
    </w:p>
    <w:p w14:paraId="10115515" w14:textId="53C7BFDE" w:rsidR="00D92132" w:rsidRDefault="00D92132" w:rsidP="00D92132">
      <w:pPr>
        <w:rPr>
          <w:rFonts w:eastAsia="Times New Roman" w:cs="Times New Roman"/>
          <w:lang w:eastAsia="cs-CZ"/>
        </w:rPr>
      </w:pPr>
    </w:p>
    <w:p w14:paraId="31188FA6" w14:textId="662F08AD" w:rsidR="00D92132" w:rsidRDefault="00D92132" w:rsidP="00D92132">
      <w:pPr>
        <w:rPr>
          <w:rFonts w:eastAsia="Times New Roman" w:cs="Times New Roman"/>
          <w:lang w:eastAsia="cs-CZ"/>
        </w:rPr>
      </w:pPr>
    </w:p>
    <w:p w14:paraId="356CC863" w14:textId="1F3331EF" w:rsidR="00D92132" w:rsidRDefault="00D92132" w:rsidP="00D92132">
      <w:pPr>
        <w:rPr>
          <w:rFonts w:eastAsia="Times New Roman" w:cs="Times New Roman"/>
          <w:lang w:eastAsia="cs-CZ"/>
        </w:rPr>
      </w:pPr>
    </w:p>
    <w:p w14:paraId="0A0F51C1" w14:textId="7B8EF1D2" w:rsidR="00D92132" w:rsidRDefault="00D92132" w:rsidP="00D92132">
      <w:pPr>
        <w:rPr>
          <w:rFonts w:eastAsia="Times New Roman" w:cs="Times New Roman"/>
          <w:lang w:eastAsia="cs-CZ"/>
        </w:rPr>
      </w:pPr>
    </w:p>
    <w:p w14:paraId="35DFFFCC" w14:textId="33CFFA26" w:rsidR="00D92132" w:rsidRDefault="00D92132" w:rsidP="00D92132">
      <w:pPr>
        <w:rPr>
          <w:rFonts w:eastAsia="Times New Roman" w:cs="Times New Roman"/>
          <w:lang w:eastAsia="cs-CZ"/>
        </w:rPr>
      </w:pPr>
    </w:p>
    <w:p w14:paraId="4CBC4298" w14:textId="7FC2028B" w:rsidR="00D92132" w:rsidRDefault="00D92132" w:rsidP="00D92132">
      <w:pPr>
        <w:rPr>
          <w:rFonts w:eastAsia="Times New Roman" w:cs="Times New Roman"/>
          <w:lang w:eastAsia="cs-CZ"/>
        </w:rPr>
      </w:pPr>
    </w:p>
    <w:p w14:paraId="50E8961E" w14:textId="1807E985" w:rsidR="00D92132" w:rsidRDefault="00D92132" w:rsidP="00D92132">
      <w:pPr>
        <w:rPr>
          <w:rFonts w:eastAsia="Times New Roman" w:cs="Times New Roman"/>
          <w:lang w:eastAsia="cs-CZ"/>
        </w:rPr>
      </w:pPr>
    </w:p>
    <w:p w14:paraId="0296631E" w14:textId="77777777" w:rsidR="00D92132" w:rsidRDefault="00D92132" w:rsidP="00D92132">
      <w:pPr>
        <w:rPr>
          <w:rFonts w:eastAsia="Times New Roman" w:cs="Times New Roman"/>
          <w:lang w:eastAsia="cs-CZ"/>
        </w:rPr>
      </w:pPr>
    </w:p>
    <w:p w14:paraId="6CC66CFB" w14:textId="77777777" w:rsidR="00D92132" w:rsidRDefault="00D92132" w:rsidP="00D9213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4FCB3A" w14:textId="77777777" w:rsidR="00D92132" w:rsidRPr="000128D4" w:rsidRDefault="00D92132" w:rsidP="00D92132">
      <w:pPr>
        <w:pStyle w:val="Nadpis2"/>
        <w:numPr>
          <w:ilvl w:val="0"/>
          <w:numId w:val="34"/>
        </w:numPr>
      </w:pPr>
      <w:bookmarkStart w:id="5" w:name="_Toc58876012"/>
      <w:bookmarkStart w:id="6" w:name="_Toc61426285"/>
      <w:bookmarkStart w:id="7" w:name="_Toc83397285"/>
      <w:r>
        <w:lastRenderedPageBreak/>
        <w:t>Seznam osob</w:t>
      </w:r>
      <w:bookmarkEnd w:id="5"/>
      <w:bookmarkEnd w:id="6"/>
      <w:bookmarkEnd w:id="7"/>
    </w:p>
    <w:p w14:paraId="7734353A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x-none"/>
        </w:rPr>
      </w:pPr>
    </w:p>
    <w:p w14:paraId="28EAE503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56607024" w14:textId="77777777" w:rsidR="00D92132" w:rsidRDefault="00D92132" w:rsidP="00D9213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D92132" w14:paraId="7CC1FBF0" w14:textId="77777777" w:rsidTr="00C13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4CBAFCEE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3C8606DC" w14:textId="77777777" w:rsidR="00D92132" w:rsidRPr="00F44645" w:rsidRDefault="00D92132" w:rsidP="00C138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D92132" w14:paraId="1F4F77F1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38EB141C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2D6F3BA2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406101C8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6B913F8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53FEC82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299AEF92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48E253A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C371E87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28776366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7E5754D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78D1ECD3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6561993A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72D0691" w14:textId="77777777" w:rsidR="00D92132" w:rsidRPr="00F44645" w:rsidRDefault="00D92132" w:rsidP="00C13838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D92132" w14:paraId="771FD0C2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6C403AE2" w14:textId="77777777" w:rsidR="00D92132" w:rsidRDefault="00D92132" w:rsidP="00C13838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1A98889B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</w:p>
    <w:p w14:paraId="68BD6BF6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</w:p>
    <w:p w14:paraId="45E3AB69" w14:textId="77777777" w:rsidR="00D92132" w:rsidRPr="00F44645" w:rsidRDefault="00D92132" w:rsidP="00D9213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4A33BC54" w14:textId="77777777" w:rsidR="00D92132" w:rsidRPr="00F44645" w:rsidRDefault="00D92132" w:rsidP="00D9213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4C29E035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96E1AB5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7EBB7CE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2C1A61D0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1B843A5C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3ED46178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4BB45D1E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31ADDD8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6355B4E" w14:textId="77777777" w:rsidR="008630A1" w:rsidRPr="00F6555E" w:rsidRDefault="008630A1" w:rsidP="0031280B">
      <w:bookmarkStart w:id="8" w:name="_GoBack"/>
      <w:bookmarkEnd w:id="8"/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0C52F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60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60B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1DB4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6B59B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97FCB1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60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60B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067C1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25AD2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383A7B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D75C960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6482B"/>
    <w:multiLevelType w:val="hybridMultilevel"/>
    <w:tmpl w:val="47E209FA"/>
    <w:lvl w:ilvl="0" w:tplc="3EA0E16A">
      <w:start w:val="1"/>
      <w:numFmt w:val="decimal"/>
      <w:lvlText w:val="Kapitola %1."/>
      <w:lvlJc w:val="left"/>
      <w:pPr>
        <w:ind w:left="720" w:hanging="360"/>
      </w:pPr>
      <w:rPr>
        <w:rStyle w:val="Zdrazn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94C6AB8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DC128DF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4"/>
  </w:num>
  <w:num w:numId="35">
    <w:abstractNumId w:val="10"/>
  </w:num>
  <w:num w:numId="36">
    <w:abstractNumId w:val="13"/>
  </w:num>
  <w:num w:numId="37">
    <w:abstractNumId w:val="6"/>
  </w:num>
  <w:num w:numId="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7E6"/>
    <w:rsid w:val="000128D4"/>
    <w:rsid w:val="00045E47"/>
    <w:rsid w:val="00072C1E"/>
    <w:rsid w:val="000A412D"/>
    <w:rsid w:val="000E23A7"/>
    <w:rsid w:val="000F7070"/>
    <w:rsid w:val="0010693F"/>
    <w:rsid w:val="00114472"/>
    <w:rsid w:val="001247D4"/>
    <w:rsid w:val="001550BC"/>
    <w:rsid w:val="001605B9"/>
    <w:rsid w:val="00170EC5"/>
    <w:rsid w:val="00171BF4"/>
    <w:rsid w:val="001747C1"/>
    <w:rsid w:val="0018406C"/>
    <w:rsid w:val="00184743"/>
    <w:rsid w:val="00190137"/>
    <w:rsid w:val="001F49FF"/>
    <w:rsid w:val="00207DF5"/>
    <w:rsid w:val="002148BB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72D9"/>
    <w:rsid w:val="00441430"/>
    <w:rsid w:val="00450F07"/>
    <w:rsid w:val="00453CD3"/>
    <w:rsid w:val="00460660"/>
    <w:rsid w:val="00461E12"/>
    <w:rsid w:val="00481581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C52"/>
    <w:rsid w:val="00553375"/>
    <w:rsid w:val="00557C28"/>
    <w:rsid w:val="005736B7"/>
    <w:rsid w:val="00575E5A"/>
    <w:rsid w:val="005900DD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860B2"/>
    <w:rsid w:val="007B570C"/>
    <w:rsid w:val="007B6D10"/>
    <w:rsid w:val="007C589B"/>
    <w:rsid w:val="007E4A6E"/>
    <w:rsid w:val="007F56A7"/>
    <w:rsid w:val="00807DD0"/>
    <w:rsid w:val="00852A2C"/>
    <w:rsid w:val="008630A1"/>
    <w:rsid w:val="008659F3"/>
    <w:rsid w:val="00886D4B"/>
    <w:rsid w:val="00895406"/>
    <w:rsid w:val="008968F1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3DC8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671E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469D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D79A5"/>
    <w:rsid w:val="00D21061"/>
    <w:rsid w:val="00D4108E"/>
    <w:rsid w:val="00D6163D"/>
    <w:rsid w:val="00D73D46"/>
    <w:rsid w:val="00D831A3"/>
    <w:rsid w:val="00D92132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094"/>
    <w:rsid w:val="00F4790C"/>
    <w:rsid w:val="00F5558F"/>
    <w:rsid w:val="00F659EB"/>
    <w:rsid w:val="00F76E9F"/>
    <w:rsid w:val="00F86BA6"/>
    <w:rsid w:val="00FB5DEE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2BA4A760-24B2-491F-92A5-1CFB0F5F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D77CAC-A3B9-4869-89CD-DBEBEDD0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5</Pages>
  <Words>726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27</cp:revision>
  <cp:lastPrinted>2021-02-17T14:32:00Z</cp:lastPrinted>
  <dcterms:created xsi:type="dcterms:W3CDTF">2020-06-29T15:29:00Z</dcterms:created>
  <dcterms:modified xsi:type="dcterms:W3CDTF">2021-09-24T15:39:00Z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